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9160BC">
        <w:rPr>
          <w:sz w:val="28"/>
        </w:rPr>
        <w:t>7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2018 и 2019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750ED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F84EB5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</w:t>
            </w:r>
            <w:r w:rsidR="000A6D57">
              <w:rPr>
                <w:sz w:val="28"/>
              </w:rPr>
              <w:t xml:space="preserve">  </w:t>
            </w:r>
            <w:r w:rsidR="00B62335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160BC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2018 и 2019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0A6D57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0A6D57" w:rsidRDefault="000A6D57" w:rsidP="0057004F">
      <w:pPr>
        <w:jc w:val="both"/>
        <w:rPr>
          <w:szCs w:val="24"/>
        </w:rPr>
      </w:pPr>
      <w:r>
        <w:rPr>
          <w:szCs w:val="24"/>
        </w:rPr>
        <w:t>1809кк2</w:t>
      </w:r>
      <w:bookmarkStart w:id="0" w:name="_GoBack"/>
      <w:bookmarkEnd w:id="0"/>
    </w:p>
    <w:sectPr w:rsidR="000A6D57" w:rsidSect="000A6D57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6D57"/>
    <w:rsid w:val="000F5AB2"/>
    <w:rsid w:val="00121321"/>
    <w:rsid w:val="0015183E"/>
    <w:rsid w:val="00151C0D"/>
    <w:rsid w:val="001B675A"/>
    <w:rsid w:val="001C0023"/>
    <w:rsid w:val="001E0D54"/>
    <w:rsid w:val="001F4E36"/>
    <w:rsid w:val="00215F97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3</cp:revision>
  <cp:lastPrinted>2017-09-16T06:38:00Z</cp:lastPrinted>
  <dcterms:created xsi:type="dcterms:W3CDTF">2017-09-18T06:17:00Z</dcterms:created>
  <dcterms:modified xsi:type="dcterms:W3CDTF">2017-09-18T06:18:00Z</dcterms:modified>
</cp:coreProperties>
</file>